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7" w:after="0" w:line="290" w:lineRule="atLeast"/>
        <w:ind w:left="179" w:right="-58"/>
        <w:jc w:val="left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inviare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sul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portale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COG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APS</w:t>
      </w:r>
      <w:r>
        <w:rPr>
          <w:rFonts w:ascii="Times New Roman" w:hAnsi="Times New Roman" w:cs="Times New Roman" w:eastAsia="Times New Roman"/>
          <w:sz w:val="22"/>
          <w:szCs w:val="22"/>
          <w:spacing w:val="-1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vo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diversa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indica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ione</w:t>
      </w:r>
      <w:r>
        <w:rPr>
          <w:rFonts w:ascii="Times New Roman" w:hAnsi="Times New Roman" w:cs="Times New Roman" w:eastAsia="Times New Roman"/>
          <w:sz w:val="22"/>
          <w:szCs w:val="22"/>
          <w:spacing w:val="-9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del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oprio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Ordine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appartene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74" w:after="0" w:line="240" w:lineRule="auto"/>
        <w:ind w:right="-20"/>
        <w:jc w:val="left"/>
        <w:rPr>
          <w:rFonts w:ascii="Arial" w:hAnsi="Arial" w:cs="Arial" w:eastAsia="Arial"/>
          <w:sz w:val="32"/>
          <w:szCs w:val="32"/>
        </w:rPr>
      </w:pPr>
      <w:rPr/>
      <w:r>
        <w:rPr/>
        <w:br w:type="column"/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ALLEG</w:t>
      </w:r>
      <w:r>
        <w:rPr>
          <w:rFonts w:ascii="Arial" w:hAnsi="Arial" w:cs="Arial" w:eastAsia="Arial"/>
          <w:sz w:val="32"/>
          <w:szCs w:val="32"/>
          <w:spacing w:val="-24"/>
          <w:w w:val="100"/>
          <w:b/>
          <w:bCs/>
        </w:rPr>
        <w:t>A</w:t>
      </w:r>
      <w:r>
        <w:rPr>
          <w:rFonts w:ascii="Arial" w:hAnsi="Arial" w:cs="Arial" w:eastAsia="Arial"/>
          <w:sz w:val="32"/>
          <w:szCs w:val="3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32"/>
          <w:szCs w:val="3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32"/>
          <w:szCs w:val="32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32"/>
          <w:szCs w:val="32"/>
          <w:spacing w:val="-1"/>
          <w:w w:val="100"/>
          <w:b/>
          <w:bCs/>
        </w:rPr>
        <w:t>IV</w:t>
      </w:r>
      <w:r>
        <w:rPr>
          <w:rFonts w:ascii="Arial" w:hAnsi="Arial" w:cs="Arial" w:eastAsia="Arial"/>
          <w:sz w:val="32"/>
          <w:szCs w:val="3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4654" w:space="2942"/>
            <w:col w:w="2284"/>
          </w:cols>
        </w:sectPr>
      </w:pPr>
      <w:rPr/>
    </w:p>
    <w:p>
      <w:pPr>
        <w:spacing w:before="5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2786" w:right="1795" w:firstLine="-93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55.32pt;margin-top:-49.506577pt;width:255.06pt;height:36.9pt;mso-position-horizontal-relative:page;mso-position-vertical-relative:paragraph;z-index:-1241" coordorigin="1106,-990" coordsize="5101,738">
            <v:shape style="position:absolute;left:1106;top:-990;width:5101;height:738" coordorigin="1106,-990" coordsize="5101,738" path="m6208,-990l1106,-990,1106,-252,6208,-252,6208,-990xe" filled="f" stroked="t" strokeweight=".75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DOMANDA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RIC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NOSCI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CR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ECM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PUBBLICA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Z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SCIENTIFICHE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3.956802pt;margin-top:15.005125pt;width:390.093619pt;height:.1pt;mso-position-horizontal-relative:page;mso-position-vertical-relative:paragraph;z-index:-1240" coordorigin="2879,300" coordsize="7802,2">
            <v:shape style="position:absolute;left:2879;top:300;width:7802;height:2" coordorigin="2879,300" coordsize="7802,0" path="m2879,300l10681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Il/la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ttoscritt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/a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80.375999pt;margin-top:13.555125pt;width:456.000022pt;height:.1pt;mso-position-horizontal-relative:page;mso-position-vertical-relative:paragraph;z-index:-1239" coordorigin="1608,271" coordsize="9120,2">
            <v:shape style="position:absolute;left:1608;top:271;width:9120;height:2" coordorigin="1608,271" coordsize="9120,0" path="m1608,271l10728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C.F.</w:t>
      </w:r>
    </w:p>
    <w:p>
      <w:pPr>
        <w:spacing w:before="0" w:after="0" w:line="271" w:lineRule="exact"/>
        <w:ind w:left="114" w:right="-20"/>
        <w:jc w:val="left"/>
        <w:tabs>
          <w:tab w:pos="65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97.327202pt;margin-top:13.555125pt;width:276.000013pt;height:.1pt;mso-position-horizontal-relative:page;mso-position-vertical-relative:paragraph;z-index:-1238" coordorigin="1947,271" coordsize="5520,2">
            <v:shape style="position:absolute;left:1947;top:271;width:5520;height:2" coordorigin="1947,271" coordsize="5520,0" path="m1947,271l7467,271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385.970428pt;margin-top:13.555125pt;width:150.000007pt;height:.1pt;mso-position-horizontal-relative:page;mso-position-vertical-relative:paragraph;z-index:-1237" coordorigin="7719,271" coordsize="3000,2">
            <v:shape style="position:absolute;left:7719;top:271;width:3000;height:2" coordorigin="7719,271" coordsize="3000,0" path="m7719,271l10719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nato/a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40" w:lineRule="auto"/>
        <w:ind w:left="4421" w:right="4402"/>
        <w:jc w:val="center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CHIEDE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4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riconosci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crediti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paragra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3.2.1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58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Manuale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sulla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formazione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continua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professionista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sanitario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seguente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attribuzione: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29" w:after="0" w:line="240" w:lineRule="auto"/>
        <w:ind w:left="822" w:right="-61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98.236404pt;margin-top:15.005125pt;width:126.000006pt;height:.1pt;mso-position-horizontal-relative:page;mso-position-vertical-relative:paragraph;z-index:-1236" coordorigin="3965,300" coordsize="2520,2">
            <v:shape style="position:absolute;left:3965;top:300;width:2520;height:2" coordorigin="3965,300" coordsize="2520,0" path="m3965,300l6485,300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207.641998pt;margin-top:28.805113pt;width:114.000005pt;height:.1pt;mso-position-horizontal-relative:page;mso-position-vertical-relative:paragraph;z-index:-1235" coordorigin="4153,576" coordsize="2280,2">
            <v:shape style="position:absolute;left:4153;top:576;width:2280;height:2" coordorigin="4153,576" coordsize="2280,0" path="m4153,576l6433,576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162.859207pt;margin-top:42.605164pt;width:161.935208pt;height:.1pt;mso-position-horizontal-relative:page;mso-position-vertical-relative:paragraph;z-index:-1234" coordorigin="3257,852" coordsize="3239,2">
            <v:shape style="position:absolute;left:3257;top:852;width:3239;height:2" coordorigin="3257,852" coordsize="3239,0" path="m3257,852l6496,852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Obiettivo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ativo: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Attività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essionista:_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Professione:</w:t>
      </w:r>
    </w:p>
    <w:p>
      <w:pPr>
        <w:spacing w:before="0" w:after="0" w:line="271" w:lineRule="exact"/>
        <w:ind w:left="822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62.861603pt;margin-top:13.555125pt;width:167.932808pt;height:.1pt;mso-position-horizontal-relative:page;mso-position-vertical-relative:paragraph;z-index:-1233" coordorigin="3257,271" coordsize="3359,2">
            <v:shape style="position:absolute;left:3257;top:271;width:3359;height:2" coordorigin="3257,271" coordsize="3359,0" path="m3257,271l6616,271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Disciplina: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29" w:after="0" w:line="240" w:lineRule="auto"/>
        <w:ind w:right="2699" w:firstLine="1"/>
        <w:jc w:val="both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jc w:val="both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3135" w:space="2641"/>
            <w:col w:w="4104"/>
          </w:cols>
        </w:sectPr>
      </w:pPr>
      <w:rPr/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5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fine,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consapevole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sanzioni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penali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previste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dall’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rt.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76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d.P.R.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28/12/2000,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n.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445</w:t>
      </w:r>
      <w:r>
        <w:rPr>
          <w:rFonts w:ascii="Times New Roman" w:hAnsi="Times New Roman" w:cs="Times New Roman" w:eastAsia="Times New Roman"/>
          <w:sz w:val="24"/>
          <w:szCs w:val="24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ipotesi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falsità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atti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dichiarazioni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endaci,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sotto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propria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responsabilità,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dichiara:</w:t>
      </w:r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15" w:after="0" w:line="288" w:lineRule="exact"/>
        <w:ind w:left="256" w:right="-77"/>
        <w:jc w:val="left"/>
        <w:tabs>
          <w:tab w:pos="820" w:val="left"/>
          <w:tab w:pos="5060" w:val="left"/>
          <w:tab w:pos="77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63.779999pt;margin-top:30.946451pt;width:474.000023pt;height:.1pt;mso-position-horizontal-relative:page;mso-position-vertical-relative:paragraph;z-index:-1232" coordorigin="1276,619" coordsize="9480,2">
            <v:shape style="position:absolute;left:1276;top:619;width:9480;height:2" coordorigin="1276,619" coordsize="9480,0" path="m1276,619l10756,619e" filled="f" stroked="t" strokeweight=".48pt" strokecolor="#000000">
              <v:path arrowok="t"/>
            </v:shape>
          </v:group>
          <w10:wrap type="none"/>
        </w:pict>
      </w:r>
      <w:r>
        <w:rPr/>
        <w:pict>
          <v:group style="position:absolute;margin-left:63.779999pt;margin-top:46.846447pt;width:474.000023pt;height:.1pt;mso-position-horizontal-relative:page;mso-position-vertical-relative:paragraph;z-index:-1231" coordorigin="1276,937" coordsize="9480,2">
            <v:shape style="position:absolute;left:1276;top:937;width:9480;height:2" coordorigin="1276,937" coordsize="9480,0" path="m1276,937l10756,937e" filled="f" stroked="t" strokeweight=".48pt" strokecolor="#000000">
              <v:path arrowok="t"/>
            </v:shape>
          </v:group>
          <w10:wrap type="none"/>
        </w:pict>
      </w:r>
      <w:r>
        <w:rPr>
          <w:rFonts w:ascii="Symbol" w:hAnsi="Symbol" w:cs="Symbol" w:eastAsia="Symbol"/>
          <w:sz w:val="24"/>
          <w:szCs w:val="24"/>
          <w:position w:val="-1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seguenti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estre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della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pubbli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position w:val="-1"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azione: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Anno: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2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position w:val="0"/>
        </w:rPr>
      </w:r>
    </w:p>
    <w:p>
      <w:pPr>
        <w:spacing w:before="33" w:after="0" w:line="271" w:lineRule="exact"/>
        <w:ind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Estre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  <w:cols w:num="2" w:equalWidth="0">
            <w:col w:w="7701" w:space="204"/>
            <w:col w:w="197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412.5pt;margin-top:33.720001pt;width:141.72pt;height:28.38pt;mso-position-horizontal-relative:page;mso-position-vertical-relative:page;z-index:-1242" coordorigin="8250,674" coordsize="2834,568">
            <v:shape style="position:absolute;left:8250;top:674;width:2834;height:568" coordorigin="8250,674" coordsize="2834,568" path="m11084,674l8250,674,8250,1242,11084,1242,11084,674xe" filled="f" stroked="t" strokeweight=".75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15" w:after="0" w:line="240" w:lineRule="auto"/>
        <w:ind w:left="256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63.779999pt;margin-top:-15.373555pt;width:474.000023pt;height:.1pt;mso-position-horizontal-relative:page;mso-position-vertical-relative:paragraph;z-index:-1230" coordorigin="1276,-307" coordsize="9480,2">
            <v:shape style="position:absolute;left:1276;top:-307;width:9480;height:2" coordorigin="1276,-307" coordsize="9480,0" path="m1276,-307l10756,-307e" filled="f" stroked="t" strokeweight=".48pt" strokecolor="#000000">
              <v:path arrowok="t"/>
            </v:shape>
          </v:group>
          <w10:wrap type="none"/>
        </w:pict>
      </w:r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pubblicazione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censita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Scopus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e/o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Science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Web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of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Knowledge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71" w:lineRule="exact"/>
        <w:ind w:left="256" w:right="-20"/>
        <w:jc w:val="left"/>
        <w:tabs>
          <w:tab w:pos="1520" w:val="left"/>
          <w:tab w:pos="33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codice:</w:t>
        <w:tab/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40" w:lineRule="auto"/>
        <w:ind w:left="256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tipo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pubblicazione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è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seguente:</w:t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274" w:right="-20"/>
        <w:jc w:val="left"/>
        <w:tabs>
          <w:tab w:pos="4200" w:val="left"/>
          <w:tab w:pos="716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9.520004pt;margin-top:.583440pt;width:12.6pt;height:12pt;mso-position-horizontal-relative:page;mso-position-vertical-relative:paragraph;z-index:-1247" coordorigin="2990,12" coordsize="252,240">
            <v:shape style="position:absolute;left:2990;top:12;width:252;height:240" coordorigin="2990,12" coordsize="252,240" path="m3242,12l2990,12,2990,252,3242,252,3242,12xe" filled="f" stroked="t" strokeweight="2.0pt" strokecolor="#000000">
              <v:path arrowok="t"/>
            </v:shape>
          </v:group>
          <w10:wrap type="none"/>
        </w:pict>
      </w:r>
      <w:r>
        <w:rPr/>
        <w:pict>
          <v:group style="position:absolute;margin-left:241.800003pt;margin-top:.583440pt;width:12.6pt;height:12pt;mso-position-horizontal-relative:page;mso-position-vertical-relative:paragraph;z-index:-1246" coordorigin="4836,12" coordsize="252,240">
            <v:shape style="position:absolute;left:4836;top:12;width:252;height:240" coordorigin="4836,12" coordsize="252,240" path="m5088,12l4836,12,4836,252,5088,252,5088,12xe" filled="f" stroked="t" strokeweight="2.0pt" strokecolor="#000000">
              <v:path arrowok="t"/>
            </v:shape>
          </v:group>
          <w10:wrap type="none"/>
        </w:pict>
      </w:r>
      <w:r>
        <w:rPr/>
        <w:pict>
          <v:group style="position:absolute;margin-left:392.820007pt;margin-top:.583440pt;width:12.6pt;height:12pt;mso-position-horizontal-relative:page;mso-position-vertical-relative:paragraph;z-index:-1245" coordorigin="7856,12" coordsize="252,240">
            <v:shape style="position:absolute;left:7856;top:12;width:252;height:240" coordorigin="7856,12" coordsize="252,240" path="m8108,12l7856,12,7856,252,8108,252,8108,12xe" filled="f" stroked="t" strokeweight="2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Articolo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Capitolo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ro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Monografia</w:t>
      </w:r>
    </w:p>
    <w:p>
      <w:pPr>
        <w:spacing w:before="8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437" w:lineRule="auto"/>
        <w:ind w:left="2298" w:right="2898" w:firstLine="-2042"/>
        <w:jc w:val="left"/>
        <w:tabs>
          <w:tab w:pos="820" w:val="left"/>
          <w:tab w:pos="63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148.800003pt;margin-top:27.30475pt;width:12.6pt;height:12pt;mso-position-horizontal-relative:page;mso-position-vertical-relative:paragraph;z-index:-1244" coordorigin="2976,546" coordsize="252,240">
            <v:shape style="position:absolute;left:2976;top:546;width:252;height:240" coordorigin="2976,546" coordsize="252,240" path="m3228,546l2976,546,2976,786,3228,786,3228,546xe" filled="f" stroked="t" strokeweight="2.0pt" strokecolor="#000000">
              <v:path arrowok="t"/>
            </v:shape>
          </v:group>
          <w10:wrap type="none"/>
        </w:pict>
      </w:r>
      <w:r>
        <w:rPr/>
        <w:pict>
          <v:group style="position:absolute;margin-left:355.920013pt;margin-top:28.504751pt;width:12.6pt;height:12pt;mso-position-horizontal-relative:page;mso-position-vertical-relative:paragraph;z-index:-1243" coordorigin="7118,570" coordsize="252,240">
            <v:shape style="position:absolute;left:7118;top:570;width:252;height:240" coordorigin="7118,570" coordsize="252,240" path="m7370,570l7118,570,7118,810,7370,810,7370,570xe" filled="f" stroked="t" strokeweight="2pt" strokecolor="#000000">
              <v:path arrowok="t"/>
            </v:shape>
          </v:group>
          <w10:wrap type="none"/>
        </w:pict>
      </w:r>
      <w:r>
        <w:rPr>
          <w:rFonts w:ascii="Symbol" w:hAnsi="Symbol" w:cs="Symbol" w:eastAsia="Symbol"/>
          <w:sz w:val="24"/>
          <w:szCs w:val="24"/>
          <w:spacing w:val="0"/>
          <w:w w:val="100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che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relativa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pub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risulta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essere: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o/Ultimo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Autore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Altro</w:t>
      </w:r>
    </w:p>
    <w:p>
      <w:pPr>
        <w:spacing w:before="22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Presta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il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consenso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sensi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dell’artt.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13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14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del</w:t>
      </w:r>
      <w:r>
        <w:rPr>
          <w:rFonts w:ascii="Times New Roman" w:hAnsi="Times New Roman" w:cs="Times New Roman" w:eastAsia="Times New Roman"/>
          <w:sz w:val="24"/>
          <w:szCs w:val="24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Europeo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sul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tratta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dei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dati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per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onali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(Regola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UE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2016/679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“GDPR”)</w:t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71" w:lineRule="exact"/>
        <w:ind w:left="114" w:right="-20"/>
        <w:jc w:val="left"/>
        <w:tabs>
          <w:tab w:pos="648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8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9" w:after="0" w:line="271" w:lineRule="exact"/>
        <w:ind w:left="114" w:right="-20"/>
        <w:jc w:val="left"/>
        <w:tabs>
          <w:tab w:pos="120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/>
        <w:pict>
          <v:group style="position:absolute;margin-left:375.276001pt;margin-top:15.005125pt;width:96.038405pt;height:.1pt;mso-position-horizontal-relative:page;mso-position-vertical-relative:paragraph;z-index:-1229" coordorigin="7506,300" coordsize="1921,2">
            <v:shape style="position:absolute;left:7506;top:300;width:1921;height:2" coordorigin="7506,300" coordsize="1921,0" path="m7506,300l9426,300e" filled="f" stroked="t" strokeweight=".48pt" strokecolor="#000000">
              <v:path arrowok="t"/>
            </v:shape>
          </v:group>
          <w10:wrap type="none"/>
        </w:pict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  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-1"/>
        </w:rPr>
        <w:t>/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u w:val="single" w:color="0000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position w:val="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Allega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lla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resente:</w:t>
      </w:r>
    </w:p>
    <w:p>
      <w:pPr>
        <w:spacing w:before="0" w:after="0" w:line="294" w:lineRule="exact"/>
        <w:ind w:left="474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  <w:position w:val="-1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copia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un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identità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corso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validità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.pdf)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0" w:after="0" w:line="293" w:lineRule="exact"/>
        <w:ind w:left="474" w:right="-20"/>
        <w:jc w:val="left"/>
        <w:tabs>
          <w:tab w:pos="820" w:val="left"/>
        </w:tabs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Symbol" w:hAnsi="Symbol" w:cs="Symbol" w:eastAsia="Symbol"/>
          <w:sz w:val="24"/>
          <w:szCs w:val="24"/>
          <w:spacing w:val="0"/>
          <w:w w:val="100"/>
          <w:position w:val="-1"/>
        </w:rPr>
        <w:t>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eventuale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docu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entazione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dell’atti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v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ità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di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pubblicazione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(in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for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position w:val="-1"/>
        </w:rPr>
        <w:t>m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ato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.pdf)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680" w:bottom="280" w:left="1020" w:right="1020"/>
        </w:sectPr>
      </w:pPr>
      <w:rPr/>
    </w:p>
    <w:p>
      <w:pPr>
        <w:spacing w:before="77" w:after="0" w:line="240" w:lineRule="auto"/>
        <w:ind w:left="93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TABELLE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NON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LLEGARE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–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UTILI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COMP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LAZIONE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A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Obie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rmativo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Applicazione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quotidiana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evidence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practice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(EBM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EBP)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6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Linee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guida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protocolli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74" w:lineRule="exact"/>
              <w:ind w:left="102" w:right="25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Percor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clinico-a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abilitati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profili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8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Appropriatezza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prestazioni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igliora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essenziali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(LEA)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Principi,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governo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paziente,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risk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management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i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responsabilità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55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efficace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terna,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privacy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consenso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ultipro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stituzionale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Integrazio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ospedaliera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7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Manage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modelli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organizzati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unicazione,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sviluppo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program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egionali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2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Multiculturalità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accoglienza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relativa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popolazioni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igranti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deontol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Contenuti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oscenze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mpetenze)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pecifici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ciascuna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ult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alistica,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incluse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8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nali: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eff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mple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entarietà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essionali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Tratta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dolore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cronico.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Palliazione</w:t>
            </w:r>
          </w:p>
        </w:tc>
        <w:tc>
          <w:tcPr>
            <w:tcW w:w="11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Fragilità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cronicità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inori,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anziani,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ndenze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stupefacenti,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alcool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ludopatia,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entale),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nuove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povertà,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tutela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aspetti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assistenziali,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ciosanitari,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socio-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entari,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naria.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presso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stabulari.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etale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acoecono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farmacovigilanza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(aria,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suolo)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920" w:right="90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1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ambienti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patologie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correlate.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Radioprotezione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donazione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trapianto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10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Innovazione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tecnologica: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glioramento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gestione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tecnolo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positi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Health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echnology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Assess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7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promozione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–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tossicologia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31</w:t>
            </w:r>
          </w:p>
        </w:tc>
      </w:tr>
      <w:tr>
        <w:trPr>
          <w:trHeight w:val="1115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processo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32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S.S.R.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e/o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ordinario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individuate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Commissione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nazionale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regioni/province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autono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fronte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33</w:t>
            </w:r>
          </w:p>
        </w:tc>
      </w:tr>
      <w:tr>
        <w:trPr>
          <w:trHeight w:val="562" w:hRule="exact"/>
        </w:trPr>
        <w:tc>
          <w:tcPr>
            <w:tcW w:w="874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0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Accredita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ofessionisti.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qualità,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certificazio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34</w:t>
            </w:r>
          </w:p>
        </w:tc>
      </w:tr>
      <w:tr>
        <w:trPr>
          <w:trHeight w:val="1114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17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Argo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attere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ingle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ica.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S.S.N.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ativa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aterie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oggetto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singole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tarie,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acquisizione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tecnico-professionali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3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35</w:t>
            </w:r>
          </w:p>
        </w:tc>
      </w:tr>
      <w:tr>
        <w:trPr>
          <w:trHeight w:val="563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102" w:right="7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Valutazione,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caratterizzazione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tificazione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i: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age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anze,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za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36</w:t>
            </w:r>
          </w:p>
        </w:tc>
      </w:tr>
      <w:tr>
        <w:trPr>
          <w:trHeight w:val="838" w:hRule="exact"/>
        </w:trPr>
        <w:tc>
          <w:tcPr>
            <w:tcW w:w="874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21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Metodologie,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indagini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analitiche,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diagnostiche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screening,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bientale,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artistico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culturale.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Raccolta,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processa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elaborazione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dell’infor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37</w:t>
            </w:r>
          </w:p>
        </w:tc>
      </w:tr>
      <w:tr>
        <w:trPr>
          <w:trHeight w:val="839" w:hRule="exact"/>
        </w:trPr>
        <w:tc>
          <w:tcPr>
            <w:tcW w:w="874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2" w:after="0" w:line="276" w:lineRule="exact"/>
              <w:ind w:left="102" w:right="5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Verifiche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accerta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avi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rezza;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esplosi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mbu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tibili,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acceleranti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cce;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estio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ergenze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incid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anti</w:t>
            </w:r>
          </w:p>
        </w:tc>
        <w:tc>
          <w:tcPr>
            <w:tcW w:w="11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38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920" w:right="900"/>
        </w:sectPr>
      </w:pPr>
      <w:rPr/>
    </w:p>
    <w:p>
      <w:pPr>
        <w:spacing w:before="4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71" w:lineRule="exact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-1"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position w:val="0"/>
        </w:rPr>
      </w:r>
    </w:p>
    <w:p>
      <w:pPr>
        <w:spacing w:before="4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Attività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fessio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  <w:b/>
                <w:bCs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28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18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1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Dipendente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</w:p>
        </w:tc>
      </w:tr>
      <w:tr>
        <w:trPr>
          <w:trHeight w:val="287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Convenzionato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</w:p>
        </w:tc>
      </w:tr>
      <w:tr>
        <w:trPr>
          <w:trHeight w:val="286" w:hRule="exact"/>
        </w:trPr>
        <w:tc>
          <w:tcPr>
            <w:tcW w:w="874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occupazione</w:t>
            </w:r>
          </w:p>
        </w:tc>
        <w:tc>
          <w:tcPr>
            <w:tcW w:w="11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2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2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C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4" w:type="dxa"/>
      </w:tblPr>
      <w:tblGrid/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20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Codice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Odontoiatra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acista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102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right="81"/>
              <w:jc w:val="righ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Educatore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professionale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15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Logopedista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16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siste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/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18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19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etrista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20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audioprotesista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21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siopat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colat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22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  <w:tc>
          <w:tcPr>
            <w:tcW w:w="102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23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ilit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atrica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24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neurofisiopatol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25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ortopedico</w:t>
            </w:r>
          </w:p>
        </w:tc>
        <w:tc>
          <w:tcPr>
            <w:tcW w:w="102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26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27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edico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28</w:t>
            </w:r>
          </w:p>
        </w:tc>
      </w:tr>
      <w:tr>
        <w:trPr>
          <w:trHeight w:val="287" w:hRule="exact"/>
        </w:trPr>
        <w:tc>
          <w:tcPr>
            <w:tcW w:w="8755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5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2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'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evoluti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3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7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29</w:t>
            </w:r>
          </w:p>
        </w:tc>
      </w:tr>
      <w:tr>
        <w:trPr>
          <w:trHeight w:val="286" w:hRule="exact"/>
        </w:trPr>
        <w:tc>
          <w:tcPr>
            <w:tcW w:w="8755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74" w:lineRule="exact"/>
              <w:ind w:left="102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occupazionale</w:t>
            </w:r>
          </w:p>
        </w:tc>
        <w:tc>
          <w:tcPr>
            <w:tcW w:w="102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7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30</w:t>
            </w:r>
          </w:p>
        </w:tc>
      </w:tr>
    </w:tbl>
    <w:p>
      <w:pPr>
        <w:jc w:val="left"/>
        <w:spacing w:after="0"/>
        <w:sectPr>
          <w:pgSz w:w="11920" w:h="16840"/>
          <w:pgMar w:top="1580" w:bottom="280" w:left="920" w:right="900"/>
        </w:sectPr>
      </w:pPr>
      <w:rPr/>
    </w:p>
    <w:p>
      <w:pPr>
        <w:spacing w:before="77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TABELLA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D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3.800097" w:type="dxa"/>
      </w:tblPr>
      <w:tblGrid/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18" w:after="0" w:line="240" w:lineRule="auto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Professione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18" w:after="0" w:line="240" w:lineRule="auto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  <w:b/>
                <w:bCs/>
              </w:rPr>
              <w:t>Disciplina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ALLERGOLOGIA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IMMUNO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ANGIO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VENER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EMATO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ENDOCR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METABOLICHE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ABETOLOGIA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SPIRATO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MALATTIE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INFETTIVE</w:t>
            </w:r>
          </w:p>
        </w:tc>
      </w:tr>
      <w:tr>
        <w:trPr>
          <w:trHeight w:val="572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0" w:right="1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ACCETTAZ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NZA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INTERNA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TERMALE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AERONAUTICA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PAZIALE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SPORT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1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NEONATOLOGIA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OPS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CHIATRIA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INFANTI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APIA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REUMA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GENERALE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MAXIL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O-FACCIALE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08" w:space="0" w:color="000000"/>
              <w:bottom w:val="single" w:sz="8.96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08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08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TRUTTIVA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VASCO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ARE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HIRURGIA</w:t>
            </w:r>
          </w:p>
        </w:tc>
      </w:tr>
      <w:tr>
        <w:trPr>
          <w:trHeight w:val="336" w:hRule="exact"/>
        </w:trPr>
        <w:tc>
          <w:tcPr>
            <w:tcW w:w="3520" w:type="dxa"/>
            <w:tcBorders>
              <w:top w:val="single" w:sz="8.960" w:space="0" w:color="000000"/>
              <w:bottom w:val="single" w:sz="8.96016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5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8.96016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35" w:hRule="exact"/>
        </w:trPr>
        <w:tc>
          <w:tcPr>
            <w:tcW w:w="3520" w:type="dxa"/>
            <w:tcBorders>
              <w:top w:val="single" w:sz="8.96016" w:space="0" w:color="000000"/>
              <w:bottom w:val="single" w:sz="8.960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16" w:space="0" w:color="000000"/>
              <w:bottom w:val="single" w:sz="8.960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AUMATOLOGIA</w:t>
            </w:r>
          </w:p>
        </w:tc>
      </w:tr>
      <w:tr>
        <w:trPr>
          <w:trHeight w:val="329" w:hRule="exact"/>
        </w:trPr>
        <w:tc>
          <w:tcPr>
            <w:tcW w:w="3520" w:type="dxa"/>
            <w:tcBorders>
              <w:top w:val="single" w:sz="8.960" w:space="0" w:color="000000"/>
              <w:bottom w:val="single" w:sz="4.64008" w:space="0" w:color="000000"/>
              <w:left w:val="single" w:sz="8.47992" w:space="0" w:color="000000"/>
              <w:right w:val="single" w:sz="8.480080" w:space="0" w:color="000000"/>
            </w:tcBorders>
          </w:tcPr>
          <w:p>
            <w:pPr>
              <w:spacing w:before="0" w:after="0" w:line="274" w:lineRule="exact"/>
              <w:ind w:left="59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8.960" w:space="0" w:color="000000"/>
              <w:bottom w:val="single" w:sz="4.64008" w:space="0" w:color="000000"/>
              <w:left w:val="single" w:sz="8.48008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0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OTORINO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ARINGOIATRIA</w:t>
            </w:r>
          </w:p>
        </w:tc>
      </w:tr>
    </w:tbl>
    <w:p>
      <w:pPr>
        <w:jc w:val="left"/>
        <w:spacing w:after="0"/>
        <w:sectPr>
          <w:pgSz w:w="11920" w:h="16840"/>
          <w:pgMar w:top="134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3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OMIA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LOGICA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ANES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ESIA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MAZIONE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GENETICA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LEGA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VIROLOGIA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ADIOLOG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55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CLINICA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(LABO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ANALISI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IMICO-CLINICHE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MICROBIOLOGIA)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RADIODIAGNOSTICA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1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IDEMIOLOGIA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PUBBLICA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28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NUTRIZIONE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SICUREZZA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LAVORO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(MEDICI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FAMIGLIA)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CONTINUITÀ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ENZIALE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PEDIATR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(PEDIA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LIBERA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A)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224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SCIENZA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'ALIMENTAZ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DIETETICA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1392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DIREZIO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PRESID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OSPEDAL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ERO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ORGANIZ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SERVIZI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BASE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CHIRURGO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ALTERNATIVE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FONIATRIA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PRIVO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SPECIALIZ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LIATIVE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EPIDEMIOLOGIA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COMUNITÀ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H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IRU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MEDICINA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SUBACQUEA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IPE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BARI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ODONTO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DALIERA</w:t>
            </w:r>
          </w:p>
        </w:tc>
      </w:tr>
      <w:tr>
        <w:trPr>
          <w:trHeight w:val="286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4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FARMACIA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TERRITORIALE</w:t>
            </w:r>
          </w:p>
        </w:tc>
      </w:tr>
      <w:tr>
        <w:trPr>
          <w:trHeight w:val="790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47" w:firstLine="-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DEGLI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ALLEVAMENTI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PRODUZIONI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ZOOT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CNICHE</w:t>
            </w:r>
          </w:p>
        </w:tc>
      </w:tr>
    </w:tbl>
    <w:p>
      <w:pPr>
        <w:jc w:val="left"/>
        <w:spacing w:after="0"/>
        <w:sectPr>
          <w:pgSz w:w="11920" w:h="16840"/>
          <w:pgMar w:top="1320" w:bottom="280" w:left="1020" w:right="1680"/>
        </w:sectPr>
      </w:pPr>
      <w:rPr/>
    </w:p>
    <w:p>
      <w:pPr>
        <w:spacing w:before="6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3.399897" w:type="dxa"/>
      </w:tblPr>
      <w:tblGrid/>
      <w:tr>
        <w:trPr>
          <w:trHeight w:val="838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4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PROD.,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TRASF.,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COMMERCIAL.,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CONSERV.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TRAS.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ALIMENTI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ORIGINE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DERIVATI</w:t>
            </w:r>
          </w:p>
        </w:tc>
      </w:tr>
      <w:tr>
        <w:trPr>
          <w:trHeight w:val="340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VETERINARIO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ANIMALE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RAPIA</w:t>
            </w:r>
          </w:p>
        </w:tc>
      </w:tr>
      <w:tr>
        <w:trPr>
          <w:trHeight w:val="341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CHIMICA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ANALITI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FISICO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FISICA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DIETISTA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14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EDU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ATORE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SSIONA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  <w:tc>
          <w:tcPr>
            <w:tcW w:w="526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FISIOTERAPISTA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IGIENISTA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DEN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ALE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6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INFERMIERE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PEDIA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LOGOPED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STA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1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18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ORTOTTISTA/ASSISTENTE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OFTAL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OLOGIA</w:t>
            </w:r>
          </w:p>
        </w:tc>
      </w:tr>
      <w:tr>
        <w:trPr>
          <w:trHeight w:val="324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OSTETRICA/O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PODOLOGO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TRISTA</w:t>
            </w:r>
          </w:p>
        </w:tc>
      </w:tr>
      <w:tr>
        <w:trPr>
          <w:trHeight w:val="338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AUDIOP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TESISTA</w:t>
            </w:r>
          </w:p>
        </w:tc>
      </w:tr>
      <w:tr>
        <w:trPr>
          <w:trHeight w:val="1390" w:hRule="exact"/>
        </w:trPr>
        <w:tc>
          <w:tcPr>
            <w:tcW w:w="35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4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7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FISIOPATOLOGIA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TORIA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PERFUSIONE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CARDIOVASCOLARE</w:t>
            </w:r>
          </w:p>
        </w:tc>
      </w:tr>
      <w:tr>
        <w:trPr>
          <w:trHeight w:val="1114" w:hRule="exact"/>
        </w:trPr>
        <w:tc>
          <w:tcPr>
            <w:tcW w:w="35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8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NELL'A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2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PREVENZIONE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'A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B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IENTE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LUOGHI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</w:p>
        </w:tc>
      </w:tr>
      <w:tr>
        <w:trPr>
          <w:trHeight w:val="838" w:hRule="exact"/>
        </w:trPr>
        <w:tc>
          <w:tcPr>
            <w:tcW w:w="3520" w:type="dxa"/>
            <w:tcBorders>
              <w:top w:val="single" w:sz="4.6398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39" w:lineRule="auto"/>
              <w:ind w:left="64" w:right="146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RIABILITAZIONE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5" w:after="0" w:line="274" w:lineRule="exact"/>
              <w:ind w:left="65" w:right="12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RIABILITAZ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ONE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PSICHIATRICA</w:t>
            </w:r>
          </w:p>
        </w:tc>
      </w:tr>
      <w:tr>
        <w:trPr>
          <w:trHeight w:val="563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5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IOPATO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GIA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OFISIOPATOLOGIA</w:t>
            </w:r>
          </w:p>
        </w:tc>
      </w:tr>
      <w:tr>
        <w:trPr>
          <w:trHeight w:val="342" w:hRule="exact"/>
        </w:trPr>
        <w:tc>
          <w:tcPr>
            <w:tcW w:w="35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ORTOPED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2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CO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67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  <w:tc>
          <w:tcPr>
            <w:tcW w:w="526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8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RADIOLOGIA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MEDICA</w:t>
            </w:r>
          </w:p>
        </w:tc>
      </w:tr>
      <w:tr>
        <w:trPr>
          <w:trHeight w:val="562" w:hRule="exact"/>
        </w:trPr>
        <w:tc>
          <w:tcPr>
            <w:tcW w:w="35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2" w:after="0" w:line="276" w:lineRule="exact"/>
              <w:ind w:left="64" w:right="2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-1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  <w:tc>
          <w:tcPr>
            <w:tcW w:w="526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2" w:after="0" w:line="276" w:lineRule="exact"/>
              <w:ind w:left="65" w:right="9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TECNICO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SANITARIO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LABORATORIO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BIOMEDICO</w:t>
            </w:r>
          </w:p>
        </w:tc>
      </w:tr>
      <w:tr>
        <w:trPr>
          <w:trHeight w:val="839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64" w:right="15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PSICOMOTRICITÀ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EVO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UTIVA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65" w:right="48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DEL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NEU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R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PSICOMO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RICITÀ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D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LL'ETÀ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V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OLUTIVA</w:t>
            </w:r>
          </w:p>
        </w:tc>
      </w:tr>
      <w:tr>
        <w:trPr>
          <w:trHeight w:val="325" w:hRule="exact"/>
        </w:trPr>
        <w:tc>
          <w:tcPr>
            <w:tcW w:w="35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75" w:lineRule="exact"/>
              <w:ind w:left="64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  <w:tc>
          <w:tcPr>
            <w:tcW w:w="526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39840" w:space="0" w:color="000000"/>
            </w:tcBorders>
          </w:tcPr>
          <w:p>
            <w:pPr>
              <w:spacing w:before="0" w:after="0" w:line="275" w:lineRule="exact"/>
              <w:ind w:left="65" w:right="-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Pr/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TERAPIS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T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C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CU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  <w:spacing w:val="0"/>
                <w:w w:val="100"/>
              </w:rPr>
              <w:t>ZIONALE</w:t>
            </w:r>
          </w:p>
        </w:tc>
      </w:tr>
    </w:tbl>
    <w:sectPr>
      <w:pgSz w:w="11920" w:h="16840"/>
      <w:pgMar w:top="1320" w:bottom="280" w:left="1020" w:right="1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"/>
    <w:family w:val="roman"/>
    <w:pitch w:val="variable"/>
  </w:font>
  <w:font w:name="Arial">
    <w:charset w:val="0"/>
    <w:family w:val="swiss"/>
    <w:pitch w:val="variable"/>
  </w:font>
  <w:font w:name="Symbol"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2019-10-11T12:14:26Z</dcterms:created>
  <dcterms:modified xsi:type="dcterms:W3CDTF">2019-10-11T12:14:26Z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2018-11-22T00:00:00Z</vt:filetime>
  </property>
  <property fmtid="{D5CDD505-2E9C-101B-9397-08002B2CF9AE}" pid="3" name="LastSaved">
    <vt:filetime>2019-10-11T00:00:00Z</vt:filetime>
  </property>
</Properties>
</file>